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559C4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0B317F49" w14:textId="77777777" w:rsidR="00A0780F" w:rsidRPr="00A26729" w:rsidRDefault="00676154" w:rsidP="007C634F">
      <w:pPr>
        <w:pStyle w:val="Bulleted1"/>
        <w:rPr>
          <w:rFonts w:ascii="Arial" w:hAnsi="Arial"/>
          <w:lang w:val="fr-FR"/>
        </w:rPr>
      </w:pPr>
      <w:r w:rsidRPr="00A26729">
        <w:rPr>
          <w:rFonts w:ascii="Arial" w:hAnsi="Arial" w:cs="Arial"/>
          <w:lang w:val="fr-FR"/>
        </w:rPr>
        <w:t>élément de montage pour cuvette de WC suspendue</w:t>
      </w:r>
      <w:r w:rsidR="003653E1" w:rsidRPr="00A26729">
        <w:rPr>
          <w:rFonts w:ascii="Arial" w:hAnsi="Arial" w:cs="Arial"/>
          <w:lang w:val="fr-FR"/>
        </w:rPr>
        <w:t xml:space="preserve"> avec dimensions de raccordement selon </w:t>
      </w:r>
      <w:r w:rsidR="00C27F1D" w:rsidRPr="00A26729">
        <w:rPr>
          <w:rFonts w:ascii="Arial" w:hAnsi="Arial" w:cs="Arial"/>
          <w:lang w:val="fr-FR"/>
        </w:rPr>
        <w:t xml:space="preserve">NBN </w:t>
      </w:r>
      <w:r w:rsidR="003653E1" w:rsidRPr="00A26729">
        <w:rPr>
          <w:rFonts w:ascii="Arial" w:hAnsi="Arial" w:cs="Arial"/>
          <w:lang w:val="fr-FR"/>
        </w:rPr>
        <w:t>EN 33:2011</w:t>
      </w:r>
      <w:r w:rsidR="00A26729" w:rsidRPr="00A26729">
        <w:rPr>
          <w:rFonts w:ascii="Arial" w:hAnsi="Arial" w:cs="Arial"/>
          <w:lang w:val="fr-FR"/>
        </w:rPr>
        <w:t xml:space="preserve">, </w:t>
      </w:r>
      <w:r w:rsidR="004175C6" w:rsidRPr="00A26729">
        <w:rPr>
          <w:rFonts w:ascii="Arial" w:hAnsi="Arial"/>
          <w:lang w:val="fr-FR"/>
        </w:rPr>
        <w:t>pour le montage dans des cloisons</w:t>
      </w:r>
      <w:r w:rsidR="00A26729">
        <w:rPr>
          <w:rFonts w:ascii="Arial" w:hAnsi="Arial"/>
          <w:lang w:val="fr-FR"/>
        </w:rPr>
        <w:t xml:space="preserve"> hauteur de pièce</w:t>
      </w:r>
      <w:r w:rsidR="004175C6" w:rsidRPr="00A26729">
        <w:rPr>
          <w:rFonts w:ascii="Arial" w:hAnsi="Arial"/>
          <w:lang w:val="fr-FR"/>
        </w:rPr>
        <w:t xml:space="preserve"> (cloisons en applique ou cloisons de séparation)</w:t>
      </w:r>
    </w:p>
    <w:p w14:paraId="0AA0B60E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5274E1DF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6909F6FC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 w:rsidRPr="007B2974">
        <w:rPr>
          <w:rFonts w:ascii="Arial" w:hAnsi="Arial" w:cs="Arial"/>
          <w:lang w:val="fr-FR"/>
        </w:rPr>
        <w:t>pour déclenchement frontal</w:t>
      </w:r>
      <w:r w:rsidR="00135978" w:rsidRPr="007B2974">
        <w:rPr>
          <w:rFonts w:ascii="Arial" w:hAnsi="Arial" w:cs="Arial"/>
          <w:lang w:val="fr-FR"/>
        </w:rPr>
        <w:t xml:space="preserve"> ou par le d</w:t>
      </w:r>
      <w:r w:rsidR="00AA5843" w:rsidRPr="007B2974">
        <w:rPr>
          <w:rFonts w:ascii="Arial" w:hAnsi="Arial" w:cs="Arial"/>
          <w:lang w:val="fr-FR"/>
        </w:rPr>
        <w:t>e</w:t>
      </w:r>
      <w:r w:rsidR="00135978" w:rsidRPr="007B2974">
        <w:rPr>
          <w:rFonts w:ascii="Arial" w:hAnsi="Arial" w:cs="Arial"/>
          <w:lang w:val="fr-FR"/>
        </w:rPr>
        <w:t>ssus</w:t>
      </w:r>
      <w:r w:rsidR="00D271D0" w:rsidRPr="007B2974">
        <w:rPr>
          <w:rFonts w:ascii="Arial" w:hAnsi="Arial" w:cs="Arial"/>
          <w:lang w:val="fr-FR"/>
        </w:rPr>
        <w:t>,</w:t>
      </w:r>
      <w:r w:rsidR="00F87705" w:rsidRPr="007B2974">
        <w:rPr>
          <w:rFonts w:ascii="Arial" w:hAnsi="Arial" w:cs="Arial"/>
          <w:lang w:val="fr-FR"/>
        </w:rPr>
        <w:t xml:space="preserve"> à choisir lors du montage,</w:t>
      </w:r>
      <w:r w:rsidR="00D271D0">
        <w:rPr>
          <w:rFonts w:ascii="Arial" w:hAnsi="Arial" w:cs="Arial"/>
          <w:lang w:val="fr-FR"/>
        </w:rPr>
        <w:t xml:space="preserve"> certifié par Belgaqua</w:t>
      </w:r>
    </w:p>
    <w:p w14:paraId="3E550C9F" w14:textId="4168F9EC" w:rsidR="004175C6" w:rsidRPr="003E65BA" w:rsidRDefault="004175C6" w:rsidP="004175C6">
      <w:pPr>
        <w:pStyle w:val="Bulleted2"/>
        <w:rPr>
          <w:rFonts w:ascii="Arial" w:hAnsi="Arial"/>
          <w:lang w:val="fr-FR"/>
        </w:rPr>
      </w:pPr>
      <w:r w:rsidRPr="003E65BA">
        <w:rPr>
          <w:rFonts w:ascii="Arial" w:hAnsi="Arial"/>
          <w:lang w:val="fr-FR"/>
        </w:rPr>
        <w:t>réservoir de chasse à encastrer</w:t>
      </w:r>
      <w:r w:rsidR="003C7987" w:rsidRPr="003E65BA">
        <w:rPr>
          <w:rFonts w:ascii="Arial" w:hAnsi="Arial"/>
          <w:lang w:val="fr-FR"/>
        </w:rPr>
        <w:t xml:space="preserve"> </w:t>
      </w:r>
      <w:r w:rsidRPr="003E65BA">
        <w:rPr>
          <w:rFonts w:ascii="Arial" w:hAnsi="Arial"/>
          <w:lang w:val="fr-FR"/>
        </w:rPr>
        <w:t xml:space="preserve">: </w:t>
      </w:r>
      <w:r w:rsidR="003E65BA">
        <w:rPr>
          <w:rFonts w:ascii="Arial" w:hAnsi="Arial"/>
          <w:lang w:val="fr-FR"/>
        </w:rPr>
        <w:br/>
      </w:r>
      <w:r w:rsidRPr="003E65BA">
        <w:rPr>
          <w:rFonts w:ascii="Arial" w:hAnsi="Arial"/>
          <w:lang w:val="fr-FR"/>
        </w:rPr>
        <w:t xml:space="preserve">voir </w:t>
      </w:r>
      <w:r w:rsidR="003E65BA">
        <w:rPr>
          <w:rFonts w:ascii="Arial" w:hAnsi="Arial"/>
          <w:lang w:val="fr-FR"/>
        </w:rPr>
        <w:t>DESCRIPTION DETAILLEE DU RESERVOIR DE CHASSE A ENCASTRER</w:t>
      </w:r>
    </w:p>
    <w:p w14:paraId="5FD1F8E4" w14:textId="77777777" w:rsidR="003055DF" w:rsidRPr="007B2974" w:rsidRDefault="003055DF" w:rsidP="00135978">
      <w:pPr>
        <w:pStyle w:val="Bulleted1"/>
        <w:rPr>
          <w:rFonts w:ascii="Arial" w:hAnsi="Arial"/>
          <w:lang w:val="fr-FR"/>
        </w:rPr>
      </w:pPr>
      <w:r w:rsidRPr="007B2974">
        <w:rPr>
          <w:rFonts w:ascii="Arial" w:hAnsi="Arial"/>
          <w:lang w:val="fr-FR"/>
        </w:rPr>
        <w:t xml:space="preserve">élément de montage </w:t>
      </w:r>
      <w:r w:rsidR="007B2974">
        <w:rPr>
          <w:rFonts w:ascii="Arial" w:hAnsi="Arial"/>
          <w:lang w:val="fr-FR"/>
        </w:rPr>
        <w:t>conçu</w:t>
      </w:r>
      <w:r w:rsidRPr="007B2974">
        <w:rPr>
          <w:rFonts w:ascii="Arial" w:hAnsi="Arial"/>
          <w:lang w:val="fr-FR"/>
        </w:rPr>
        <w:t xml:space="preserve"> pour une plaque de déclenchement</w:t>
      </w:r>
      <w:r w:rsidR="007B2974">
        <w:rPr>
          <w:rFonts w:ascii="Arial" w:hAnsi="Arial"/>
          <w:lang w:val="fr-FR"/>
        </w:rPr>
        <w:t>,</w:t>
      </w:r>
      <w:r w:rsidRPr="007B2974">
        <w:rPr>
          <w:rFonts w:ascii="Arial" w:hAnsi="Arial"/>
          <w:lang w:val="fr-FR"/>
        </w:rPr>
        <w:t xml:space="preserve"> pour déclenchement frontal</w:t>
      </w:r>
      <w:r w:rsidR="00AA5843" w:rsidRPr="007B2974">
        <w:rPr>
          <w:rFonts w:ascii="Arial" w:hAnsi="Arial"/>
          <w:lang w:val="fr-FR"/>
        </w:rPr>
        <w:t xml:space="preserve"> ou par le dessus</w:t>
      </w:r>
    </w:p>
    <w:p w14:paraId="15462776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r>
        <w:rPr>
          <w:rFonts w:ascii="Arial" w:hAnsi="Arial" w:cs="Arial"/>
          <w:b/>
          <w:bCs/>
        </w:rPr>
        <w:t xml:space="preserve"> et </w:t>
      </w:r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</w:p>
    <w:p w14:paraId="3F648B2C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</w:p>
    <w:p w14:paraId="0F3BDE65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06CF8024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6173A870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2D11B5D8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, coude d'évacuation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 / </w:t>
      </w:r>
      <w:r w:rsidR="002E63D1" w:rsidRPr="00F86A6E">
        <w:rPr>
          <w:rFonts w:ascii="Arial" w:hAnsi="Arial" w:cs="Arial"/>
          <w:lang w:val="fr-FR"/>
        </w:rPr>
        <w:t>ø</w:t>
      </w:r>
      <w:r w:rsidR="002E63D1">
        <w:rPr>
          <w:rFonts w:ascii="Arial" w:hAnsi="Arial" w:cs="Arial"/>
          <w:lang w:val="fr-FR"/>
        </w:rPr>
        <w:t>11</w:t>
      </w:r>
      <w:r w:rsidR="002E63D1" w:rsidRPr="00F86A6E">
        <w:rPr>
          <w:rFonts w:ascii="Arial" w:hAnsi="Arial" w:cs="Arial"/>
          <w:lang w:val="fr-FR"/>
        </w:rPr>
        <w:t>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1B79DB30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</w:p>
    <w:p w14:paraId="2CDA915D" w14:textId="77777777" w:rsidR="00676154" w:rsidRPr="00C71011" w:rsidRDefault="00603768" w:rsidP="00676154">
      <w:pPr>
        <w:pStyle w:val="Bulleted1"/>
        <w:rPr>
          <w:rFonts w:ascii="Arial" w:hAnsi="Arial" w:cs="Arial"/>
          <w:lang w:val="fr-FR"/>
        </w:rPr>
      </w:pPr>
      <w:r w:rsidRPr="00C71011">
        <w:rPr>
          <w:rFonts w:ascii="Arial" w:hAnsi="Arial" w:cs="Arial"/>
          <w:lang w:val="fr-FR"/>
        </w:rPr>
        <w:t>le cadre rectangulaire de l’élément de montage est soudé et partiellement ouvert dans sa partie supérieure</w:t>
      </w:r>
    </w:p>
    <w:p w14:paraId="580756DA" w14:textId="77777777" w:rsidR="002B524B" w:rsidRPr="00F86A6E" w:rsidRDefault="002B524B" w:rsidP="00676154">
      <w:pPr>
        <w:pStyle w:val="Bulleted1"/>
        <w:rPr>
          <w:rFonts w:ascii="Arial" w:hAnsi="Arial" w:cs="Arial"/>
          <w:lang w:val="fr-FR"/>
        </w:rPr>
      </w:pPr>
      <w:r w:rsidRPr="002B524B">
        <w:rPr>
          <w:rFonts w:ascii="Arial" w:hAnsi="Arial" w:cs="Arial"/>
          <w:lang w:val="fr-FR"/>
        </w:rPr>
        <w:t>l'avant d</w:t>
      </w:r>
      <w:r w:rsidR="00E674CD">
        <w:rPr>
          <w:rFonts w:ascii="Arial" w:hAnsi="Arial" w:cs="Arial"/>
          <w:lang w:val="fr-FR"/>
        </w:rPr>
        <w:t>u réservoir de chasse à encastrer</w:t>
      </w:r>
      <w:r w:rsidRPr="002B524B">
        <w:rPr>
          <w:rFonts w:ascii="Arial" w:hAnsi="Arial" w:cs="Arial"/>
          <w:lang w:val="fr-FR"/>
        </w:rPr>
        <w:t xml:space="preserve"> </w:t>
      </w:r>
      <w:r w:rsidR="00E674CD">
        <w:rPr>
          <w:rFonts w:ascii="Arial" w:hAnsi="Arial" w:cs="Arial"/>
          <w:lang w:val="fr-FR"/>
        </w:rPr>
        <w:t xml:space="preserve">est </w:t>
      </w:r>
      <w:r w:rsidR="008924A4">
        <w:rPr>
          <w:rFonts w:ascii="Arial" w:hAnsi="Arial" w:cs="Arial"/>
          <w:lang w:val="fr-FR"/>
        </w:rPr>
        <w:t xml:space="preserve">positionné </w:t>
      </w:r>
      <w:r w:rsidR="00E674CD">
        <w:rPr>
          <w:rFonts w:ascii="Arial" w:hAnsi="Arial" w:cs="Arial"/>
          <w:lang w:val="fr-FR"/>
        </w:rPr>
        <w:t xml:space="preserve">à </w:t>
      </w:r>
      <w:r w:rsidRPr="002B524B">
        <w:rPr>
          <w:rFonts w:ascii="Arial" w:hAnsi="Arial" w:cs="Arial"/>
          <w:lang w:val="fr-FR"/>
        </w:rPr>
        <w:t xml:space="preserve">fleur </w:t>
      </w:r>
      <w:r w:rsidR="00E674CD">
        <w:rPr>
          <w:rFonts w:ascii="Arial" w:hAnsi="Arial" w:cs="Arial"/>
          <w:lang w:val="fr-FR"/>
        </w:rPr>
        <w:t>de</w:t>
      </w:r>
      <w:r w:rsidRPr="002B524B">
        <w:rPr>
          <w:rFonts w:ascii="Arial" w:hAnsi="Arial" w:cs="Arial"/>
          <w:lang w:val="fr-FR"/>
        </w:rPr>
        <w:t xml:space="preserve"> l</w:t>
      </w:r>
      <w:r w:rsidR="008924A4">
        <w:rPr>
          <w:rFonts w:ascii="Arial" w:hAnsi="Arial" w:cs="Arial"/>
          <w:lang w:val="fr-FR"/>
        </w:rPr>
        <w:t xml:space="preserve">a face </w:t>
      </w:r>
      <w:r w:rsidRPr="002B524B">
        <w:rPr>
          <w:rFonts w:ascii="Arial" w:hAnsi="Arial" w:cs="Arial"/>
          <w:lang w:val="fr-FR"/>
        </w:rPr>
        <w:t>avant du cadre rectangulaire de l'élément de montage</w:t>
      </w:r>
    </w:p>
    <w:p w14:paraId="2C9BE0A2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onvient pour cuvette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</w:t>
      </w:r>
      <w:r w:rsidR="00B4681A">
        <w:rPr>
          <w:rFonts w:ascii="Arial" w:hAnsi="Arial" w:cs="Arial"/>
          <w:lang w:val="fr-FR"/>
        </w:rPr>
        <w:t xml:space="preserve">de WC </w:t>
      </w:r>
      <w:r w:rsidRPr="00F86A6E">
        <w:rPr>
          <w:rFonts w:ascii="Arial" w:hAnsi="Arial" w:cs="Arial"/>
          <w:lang w:val="fr-FR"/>
        </w:rPr>
        <w:t>suspendue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support</w:t>
      </w:r>
      <w:r>
        <w:rPr>
          <w:rFonts w:ascii="Arial" w:hAnsi="Arial" w:cs="Arial"/>
          <w:lang w:val="fr-FR"/>
        </w:rPr>
        <w:t>ant</w:t>
      </w:r>
      <w:r w:rsidRPr="00F86A6E">
        <w:rPr>
          <w:rFonts w:ascii="Arial" w:hAnsi="Arial" w:cs="Arial"/>
          <w:lang w:val="fr-FR"/>
        </w:rPr>
        <w:t xml:space="preserve"> une charge statique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 xml:space="preserve">de </w:t>
      </w:r>
      <w:smartTag w:uri="urn:schemas-microsoft-com:office:smarttags" w:element="metricconverter">
        <w:smartTagPr>
          <w:attr w:name="ProductID" w:val="400 kg"/>
        </w:smartTagPr>
        <w:r w:rsidRPr="00F86A6E">
          <w:rPr>
            <w:rFonts w:ascii="Arial" w:hAnsi="Arial" w:cs="Arial"/>
            <w:lang w:val="fr-FR"/>
          </w:rPr>
          <w:t>400 kg</w:t>
        </w:r>
      </w:smartTag>
      <w:r w:rsidRPr="00F86A6E">
        <w:rPr>
          <w:rFonts w:ascii="Arial" w:hAnsi="Arial" w:cs="Arial"/>
          <w:lang w:val="fr-FR"/>
        </w:rPr>
        <w:t xml:space="preserve"> </w:t>
      </w:r>
      <w:r w:rsidR="002223F9">
        <w:rPr>
          <w:rFonts w:ascii="Arial" w:hAnsi="Arial" w:cs="Arial"/>
          <w:lang w:val="fr-FR"/>
        </w:rPr>
        <w:t xml:space="preserve">selon </w:t>
      </w:r>
      <w:r w:rsidRPr="00F86A6E">
        <w:rPr>
          <w:rFonts w:ascii="Arial" w:hAnsi="Arial" w:cs="Arial"/>
          <w:lang w:val="fr-FR"/>
        </w:rPr>
        <w:t>NBN EN 997</w:t>
      </w:r>
    </w:p>
    <w:p w14:paraId="73056EDB" w14:textId="5C8C363F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</w:t>
      </w:r>
      <w:r w:rsidR="0034377A">
        <w:rPr>
          <w:rFonts w:ascii="Arial" w:hAnsi="Arial" w:cs="Arial"/>
          <w:lang w:val="fr-FR"/>
        </w:rPr>
        <w:t>)</w:t>
      </w:r>
    </w:p>
    <w:p w14:paraId="327AB6C1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28C1D2DF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2EC376CD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1BB15C62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lastRenderedPageBreak/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7E31E122" w14:textId="77777777" w:rsidR="00AA263D" w:rsidRPr="000C02D1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5A96C4C5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 et collier avec doublure isolante pour diminuer la transmission des vibrations au moment du rinçage</w:t>
      </w:r>
    </w:p>
    <w:p w14:paraId="6507974D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6F4447BA" w14:textId="77777777" w:rsidR="00F10848" w:rsidRPr="006C0FCB" w:rsidRDefault="00F10848" w:rsidP="00F10848">
      <w:pPr>
        <w:pStyle w:val="Bulleted1"/>
        <w:rPr>
          <w:rFonts w:ascii="Arial" w:hAnsi="Arial"/>
          <w:lang w:val="fr-FR"/>
        </w:rPr>
      </w:pPr>
      <w:r w:rsidRPr="006C0FCB">
        <w:rPr>
          <w:rFonts w:ascii="Arial" w:hAnsi="Arial"/>
          <w:lang w:val="fr-FR"/>
        </w:rPr>
        <w:t>le coude de chasse (ø56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 x ø45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) en PE est </w:t>
      </w:r>
      <w:r w:rsidR="00943ECC">
        <w:rPr>
          <w:rFonts w:ascii="Arial" w:hAnsi="Arial"/>
          <w:lang w:val="fr-FR"/>
        </w:rPr>
        <w:t>soudé d'usine,</w:t>
      </w:r>
      <w:r w:rsidRPr="006C0FCB">
        <w:rPr>
          <w:rFonts w:ascii="Arial" w:hAnsi="Arial"/>
          <w:lang w:val="fr-FR"/>
        </w:rPr>
        <w:t xml:space="preserve"> par soudure </w:t>
      </w:r>
      <w:r w:rsidR="00943ECC">
        <w:rPr>
          <w:rFonts w:ascii="Arial" w:hAnsi="Arial"/>
          <w:lang w:val="fr-FR"/>
        </w:rPr>
        <w:t>au</w:t>
      </w:r>
      <w:r w:rsidRPr="006C0FCB">
        <w:rPr>
          <w:rFonts w:ascii="Arial" w:hAnsi="Arial"/>
          <w:lang w:val="fr-FR"/>
        </w:rPr>
        <w:t xml:space="preserve"> miroir</w:t>
      </w:r>
      <w:r w:rsidR="00943ECC">
        <w:rPr>
          <w:rFonts w:ascii="Arial" w:hAnsi="Arial"/>
          <w:lang w:val="fr-FR"/>
        </w:rPr>
        <w:t>,</w:t>
      </w:r>
      <w:r w:rsidRPr="006C0FCB">
        <w:rPr>
          <w:rFonts w:ascii="Arial" w:hAnsi="Arial"/>
          <w:lang w:val="fr-FR"/>
        </w:rPr>
        <w:t xml:space="preserve"> au réservoir de chasse à encastrer en PE</w:t>
      </w:r>
    </w:p>
    <w:p w14:paraId="298093D9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44B4A740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61811DA9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13FEA38D" w14:textId="77777777" w:rsidTr="00C54046">
        <w:tc>
          <w:tcPr>
            <w:tcW w:w="1441" w:type="dxa"/>
          </w:tcPr>
          <w:p w14:paraId="315BCD50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9E045A3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1BDC544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E9B293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189575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1CE839D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5E2E3B4F" w14:textId="77777777" w:rsidTr="00C54046">
        <w:tc>
          <w:tcPr>
            <w:tcW w:w="1441" w:type="dxa"/>
          </w:tcPr>
          <w:p w14:paraId="2AD51A89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C67CA18" w14:textId="77777777" w:rsidR="0020639C" w:rsidRPr="008426E7" w:rsidRDefault="001068E0" w:rsidP="00157D48">
            <w:pPr>
              <w:jc w:val="right"/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9</w:t>
            </w:r>
            <w:r w:rsidR="004D6CE3" w:rsidRPr="008426E7">
              <w:rPr>
                <w:rFonts w:ascii="Arial" w:hAnsi="Arial" w:cs="Arial"/>
              </w:rPr>
              <w:t>8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44C0C9C5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3309563F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83E73E6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5EF0FD31" w14:textId="77777777"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14:paraId="28E9E560" w14:textId="77777777" w:rsidTr="00C54046">
        <w:tc>
          <w:tcPr>
            <w:tcW w:w="1441" w:type="dxa"/>
          </w:tcPr>
          <w:p w14:paraId="2EA61EDE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5FAE3F8" w14:textId="77777777" w:rsidR="0020639C" w:rsidRPr="008426E7" w:rsidRDefault="0020639C" w:rsidP="00157D48">
            <w:pPr>
              <w:jc w:val="right"/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1</w:t>
            </w:r>
            <w:r w:rsidR="00E529C3" w:rsidRPr="008426E7">
              <w:rPr>
                <w:rFonts w:ascii="Arial" w:hAnsi="Arial" w:cs="Arial"/>
              </w:rPr>
              <w:t>4</w:t>
            </w:r>
          </w:p>
        </w:tc>
        <w:tc>
          <w:tcPr>
            <w:tcW w:w="85" w:type="dxa"/>
          </w:tcPr>
          <w:p w14:paraId="75087935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11ED778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73D021D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7A870579" w14:textId="77777777"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  <w:r w:rsidRPr="008426E7">
              <w:rPr>
                <w:rFonts w:ascii="Arial" w:hAnsi="Arial" w:cs="Arial"/>
                <w:lang w:val="fr-FR"/>
              </w:rPr>
              <w:t xml:space="preserve"> (</w:t>
            </w:r>
            <w:r w:rsidR="00E529C3" w:rsidRPr="008426E7">
              <w:rPr>
                <w:rFonts w:ascii="Arial" w:hAnsi="Arial" w:cs="Arial"/>
                <w:lang w:val="fr-FR"/>
              </w:rPr>
              <w:t>déclenchement frontal</w:t>
            </w:r>
            <w:r w:rsidRPr="008426E7">
              <w:rPr>
                <w:rFonts w:ascii="Arial" w:hAnsi="Arial" w:cs="Arial"/>
                <w:lang w:val="fr-FR"/>
              </w:rPr>
              <w:t>)</w:t>
            </w:r>
          </w:p>
        </w:tc>
      </w:tr>
      <w:tr w:rsidR="00E529C3" w:rsidRPr="003E65BA" w14:paraId="147B3D13" w14:textId="77777777" w:rsidTr="00C54046">
        <w:tc>
          <w:tcPr>
            <w:tcW w:w="1441" w:type="dxa"/>
          </w:tcPr>
          <w:p w14:paraId="30115570" w14:textId="77777777" w:rsidR="00E529C3" w:rsidRPr="00E529C3" w:rsidRDefault="00E529C3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140" w:type="dxa"/>
          </w:tcPr>
          <w:p w14:paraId="2407810E" w14:textId="77777777" w:rsidR="00E529C3" w:rsidRPr="008426E7" w:rsidRDefault="00217A61" w:rsidP="00157D48">
            <w:pPr>
              <w:jc w:val="right"/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17</w:t>
            </w:r>
          </w:p>
        </w:tc>
        <w:tc>
          <w:tcPr>
            <w:tcW w:w="85" w:type="dxa"/>
          </w:tcPr>
          <w:p w14:paraId="4EEEC7FB" w14:textId="77777777" w:rsidR="00E529C3" w:rsidRPr="008426E7" w:rsidRDefault="00E529C3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42" w:type="dxa"/>
          </w:tcPr>
          <w:p w14:paraId="397AD67B" w14:textId="77777777" w:rsidR="00E529C3" w:rsidRPr="008426E7" w:rsidRDefault="00E529C3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42" w:type="dxa"/>
          </w:tcPr>
          <w:p w14:paraId="3882EE8C" w14:textId="77777777" w:rsidR="00E529C3" w:rsidRPr="008426E7" w:rsidRDefault="00E529C3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6713" w:type="dxa"/>
          </w:tcPr>
          <w:p w14:paraId="12063DBD" w14:textId="77777777" w:rsidR="00E529C3" w:rsidRPr="008426E7" w:rsidRDefault="00217A61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cm (déclenchement par le dessus)</w:t>
            </w:r>
          </w:p>
        </w:tc>
      </w:tr>
    </w:tbl>
    <w:p w14:paraId="56E2CB55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559F5604" w14:textId="77777777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="004D6CE3">
        <w:rPr>
          <w:lang w:val="fr-FR"/>
        </w:rPr>
        <w:br/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entre </w:t>
      </w:r>
      <w:r w:rsidRPr="008426E7">
        <w:rPr>
          <w:lang w:val="fr-BE"/>
        </w:rPr>
        <w:t>1</w:t>
      </w:r>
      <w:r w:rsidR="004D6CE3" w:rsidRPr="008426E7">
        <w:rPr>
          <w:lang w:val="fr-BE"/>
        </w:rPr>
        <w:t>4</w:t>
      </w:r>
      <w:r w:rsidRPr="00C0538B">
        <w:rPr>
          <w:lang w:val="fr-BE"/>
        </w:rPr>
        <w:t xml:space="preserve">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5CB3C4FF" w14:textId="77777777" w:rsidR="00B4272C" w:rsidRPr="00B4272C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779959E7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511AE901" w14:textId="356CC7EC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293E7131" w14:textId="6F4114C8" w:rsidR="003E65BA" w:rsidRDefault="003E65BA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2EC73717" w14:textId="2B993FB4" w:rsidR="003E65BA" w:rsidRDefault="003E65BA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12DA7C5" w14:textId="553386B4" w:rsidR="003E65BA" w:rsidRDefault="003E65BA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4F7D3559" w14:textId="77777777" w:rsidR="003E65BA" w:rsidRPr="00E2608B" w:rsidRDefault="003E65BA" w:rsidP="003E65BA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t>DESCRIPTION DETAILLEE DU RESERVOIR DE CHASSE A ENCASTRER</w:t>
      </w:r>
    </w:p>
    <w:p w14:paraId="117483FB" w14:textId="77777777" w:rsidR="003E65BA" w:rsidRDefault="003E65BA" w:rsidP="003E65BA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DF7F632" w14:textId="77777777" w:rsidR="003E65BA" w:rsidRPr="006A298C" w:rsidRDefault="003E65BA" w:rsidP="003E65BA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r w:rsidRPr="006A298C">
        <w:rPr>
          <w:rFonts w:ascii="Arial" w:hAnsi="Arial" w:cs="Arial"/>
          <w:b/>
          <w:bCs/>
        </w:rPr>
        <w:t>Description générale</w:t>
      </w:r>
    </w:p>
    <w:p w14:paraId="6CACB6FA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 xml:space="preserve">, pour </w:t>
      </w:r>
      <w:r w:rsidRPr="00564CB4">
        <w:rPr>
          <w:rFonts w:ascii="Arial" w:hAnsi="Arial" w:cs="Arial"/>
          <w:lang w:val="fr-FR"/>
        </w:rPr>
        <w:t>déclenchement frontal ou par le dessus</w:t>
      </w:r>
    </w:p>
    <w:p w14:paraId="38F4745B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15209151" w14:textId="77777777" w:rsidR="003E65BA" w:rsidRPr="00F86A6E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1D738421" w14:textId="77777777" w:rsidR="003E65BA" w:rsidRPr="00A90015" w:rsidRDefault="003E65BA" w:rsidP="003E65BA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Matériaux et caractéristiques</w:t>
      </w:r>
    </w:p>
    <w:p w14:paraId="73A0A633" w14:textId="77777777" w:rsidR="003E65BA" w:rsidRPr="00981C24" w:rsidRDefault="003E65BA" w:rsidP="003E65BA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</w:t>
      </w:r>
    </w:p>
    <w:p w14:paraId="7514E5EA" w14:textId="77777777" w:rsidR="003E65BA" w:rsidRDefault="003E65BA" w:rsidP="003E65BA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3DC537B8" w14:textId="77777777" w:rsidR="003E65BA" w:rsidRPr="00981C24" w:rsidRDefault="003E65BA" w:rsidP="003E65BA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14:paraId="51F77578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1D625E74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en 2 endroits, à l'intérieur du réservoir, il dispose de points de renforts fixes incorporés, reliant par soudure les parois avant et arrière du réservoir de chasse à encastrer</w:t>
      </w:r>
    </w:p>
    <w:p w14:paraId="61CE4428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>volume d’eau du réservoir</w:t>
      </w:r>
      <w:r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>: 7,5 litres</w:t>
      </w:r>
    </w:p>
    <w:p w14:paraId="41199F54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: </w:t>
      </w:r>
      <w:r>
        <w:rPr>
          <w:rFonts w:ascii="Arial" w:hAnsi="Arial" w:cs="Arial"/>
          <w:lang w:val="fr-FR"/>
        </w:rPr>
        <w:t xml:space="preserve">4,5, </w:t>
      </w:r>
      <w:r w:rsidRPr="00F86A6E">
        <w:rPr>
          <w:rFonts w:ascii="Arial" w:hAnsi="Arial" w:cs="Arial"/>
          <w:lang w:val="fr-FR"/>
        </w:rPr>
        <w:t xml:space="preserve">6 ou </w:t>
      </w:r>
      <w:smartTag w:uri="urn:schemas-microsoft-com:office:smarttags" w:element="metricconverter">
        <w:smartTagPr>
          <w:attr w:name="ProductID" w:val="7,5 litres"/>
        </w:smartTagPr>
        <w:r w:rsidRPr="00F86A6E">
          <w:rPr>
            <w:rFonts w:ascii="Arial" w:hAnsi="Arial" w:cs="Arial"/>
            <w:lang w:val="fr-FR"/>
          </w:rPr>
          <w:t>7,5 litres</w:t>
        </w:r>
      </w:smartTag>
      <w:r w:rsidRPr="00F86A6E">
        <w:rPr>
          <w:rFonts w:ascii="Arial" w:hAnsi="Arial" w:cs="Arial"/>
          <w:lang w:val="fr-FR"/>
        </w:rPr>
        <w:t xml:space="preserve"> pour la grande touche et réglable progressivement entre 3 et </w:t>
      </w:r>
      <w:smartTag w:uri="urn:schemas-microsoft-com:office:smarttags" w:element="metricconverter">
        <w:smartTagPr>
          <w:attr w:name="ProductID" w:val="4 litres"/>
        </w:smartTagPr>
        <w:r w:rsidRPr="00F86A6E">
          <w:rPr>
            <w:rFonts w:ascii="Arial" w:hAnsi="Arial" w:cs="Arial"/>
            <w:lang w:val="fr-FR"/>
          </w:rPr>
          <w:t>4 litres</w:t>
        </w:r>
      </w:smartTag>
      <w:r w:rsidRPr="00F86A6E">
        <w:rPr>
          <w:rFonts w:ascii="Arial" w:hAnsi="Arial" w:cs="Arial"/>
          <w:lang w:val="fr-FR"/>
        </w:rPr>
        <w:t xml:space="preserve"> pour la petite touche</w:t>
      </w:r>
    </w:p>
    <w:p w14:paraId="0F022978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60FD8CCD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7A0F74C1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3DFEF99D" w14:textId="77777777" w:rsidR="003E65BA" w:rsidRPr="00564CB4" w:rsidRDefault="003E65BA" w:rsidP="003E65BA">
      <w:pPr>
        <w:pStyle w:val="Bulleted1"/>
        <w:rPr>
          <w:rFonts w:ascii="Arial" w:hAnsi="Arial" w:cs="Arial"/>
          <w:lang w:val="fr-FR"/>
        </w:rPr>
      </w:pPr>
      <w:r w:rsidRPr="00564CB4">
        <w:rPr>
          <w:rFonts w:ascii="Arial" w:hAnsi="Arial" w:cs="Arial"/>
          <w:lang w:val="fr-FR"/>
        </w:rPr>
        <w:t>le raccordement à l’alimentation d'eau, en R1/2”, peut être réalisé en partie haute du réservoir, soit latéralement à gauche, soit à l’arrière et à gauche.</w:t>
      </w:r>
    </w:p>
    <w:p w14:paraId="79BACC48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0E3BD49B" w14:textId="77777777" w:rsidR="003E65BA" w:rsidRPr="00783921" w:rsidRDefault="003E65BA" w:rsidP="003E65BA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2857E7E5" w14:textId="77777777" w:rsidR="003E65BA" w:rsidRPr="00053091" w:rsidRDefault="003E65BA" w:rsidP="003E65BA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>-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4F680EC3" w14:textId="77777777" w:rsidR="003E65BA" w:rsidRPr="00053091" w:rsidRDefault="003E65BA" w:rsidP="003E65BA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 xml:space="preserve">le réservoir de chasse à encastrer </w:t>
      </w:r>
      <w:r>
        <w:rPr>
          <w:rFonts w:ascii="Arial" w:hAnsi="Arial" w:cs="Arial"/>
          <w:lang w:val="fr-FR"/>
        </w:rPr>
        <w:t>dispose d'</w:t>
      </w:r>
      <w:r w:rsidRPr="00053091">
        <w:rPr>
          <w:rFonts w:ascii="Arial" w:hAnsi="Arial" w:cs="Arial"/>
          <w:lang w:val="fr-FR"/>
        </w:rPr>
        <w:t>un coude de rinçage (ø56</w:t>
      </w:r>
      <w:r>
        <w:rPr>
          <w:rFonts w:ascii="Arial" w:hAnsi="Arial" w:cs="Arial"/>
          <w:lang w:val="fr-FR"/>
        </w:rPr>
        <w:t xml:space="preserve"> mm</w:t>
      </w:r>
      <w:r w:rsidRPr="00053091">
        <w:rPr>
          <w:rFonts w:ascii="Arial" w:hAnsi="Arial" w:cs="Arial"/>
          <w:lang w:val="fr-FR"/>
        </w:rPr>
        <w:t xml:space="preserve"> x ø45</w:t>
      </w:r>
      <w:r>
        <w:rPr>
          <w:rFonts w:ascii="Arial" w:hAnsi="Arial" w:cs="Arial"/>
          <w:lang w:val="fr-FR"/>
        </w:rPr>
        <w:t xml:space="preserve"> mm</w:t>
      </w:r>
      <w:r w:rsidRPr="00053091">
        <w:rPr>
          <w:rFonts w:ascii="Arial" w:hAnsi="Arial" w:cs="Arial"/>
          <w:lang w:val="fr-FR"/>
        </w:rPr>
        <w:t>)</w:t>
      </w:r>
    </w:p>
    <w:p w14:paraId="660B2F1F" w14:textId="77777777" w:rsidR="003E65BA" w:rsidRPr="007416F6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 xml:space="preserve">mécanisme de transmission entre la plaque de déclenchement et la cloche est un dispositif de levier de basculement, qui transfère le mouvement horizontal </w:t>
      </w:r>
      <w:r w:rsidRPr="00440BFA">
        <w:rPr>
          <w:rFonts w:ascii="Arial" w:hAnsi="Arial" w:cs="Arial"/>
          <w:lang w:val="fr-BE"/>
        </w:rPr>
        <w:t>(en cas de déclenchement frontal) ou vertical (en cas de déclenchement par le dessus),</w:t>
      </w:r>
      <w:r>
        <w:rPr>
          <w:rFonts w:ascii="Arial" w:hAnsi="Arial" w:cs="Arial"/>
          <w:lang w:val="fr-BE"/>
        </w:rPr>
        <w:t xml:space="preserve"> provenant de la pression sur la plaque de déclenchement, en un mouvement vertical qui soulève la cloche</w:t>
      </w:r>
    </w:p>
    <w:p w14:paraId="561BA1C2" w14:textId="77777777" w:rsidR="003E65BA" w:rsidRDefault="003E65BA" w:rsidP="003E65BA">
      <w:p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br w:type="page"/>
      </w:r>
    </w:p>
    <w:p w14:paraId="7D198616" w14:textId="77777777" w:rsidR="003E65BA" w:rsidRPr="0003357F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lastRenderedPageBreak/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5739E86F" w14:textId="77777777" w:rsidR="003E65BA" w:rsidRDefault="003E65BA" w:rsidP="003E65BA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</w:t>
      </w:r>
    </w:p>
    <w:p w14:paraId="6396E0A2" w14:textId="77777777" w:rsidR="003E65BA" w:rsidRDefault="003E65BA" w:rsidP="003E65BA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2E349FCA" w14:textId="77777777" w:rsidR="003E65BA" w:rsidRDefault="003E65BA" w:rsidP="003E65BA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33E2C24E" w14:textId="77777777" w:rsidR="003E65BA" w:rsidRPr="0003357F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1D44ED79" w14:textId="77777777" w:rsidR="003E65BA" w:rsidRDefault="003E65BA" w:rsidP="003E65BA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78570B34" w14:textId="77777777" w:rsidR="003E65BA" w:rsidRDefault="003E65BA" w:rsidP="003E65BA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3E55B856" w14:textId="77777777" w:rsidR="003E65BA" w:rsidRPr="00981C24" w:rsidRDefault="003E65BA" w:rsidP="003E65BA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3E65BA" w:rsidRPr="00672D20" w14:paraId="5A422184" w14:textId="77777777" w:rsidTr="00BB6011">
        <w:tc>
          <w:tcPr>
            <w:tcW w:w="1441" w:type="dxa"/>
          </w:tcPr>
          <w:p w14:paraId="798D8B30" w14:textId="77777777" w:rsidR="003E65BA" w:rsidRPr="002569CC" w:rsidRDefault="003E65BA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621A95F" w14:textId="77777777" w:rsidR="003E65BA" w:rsidRPr="002569CC" w:rsidRDefault="003E65BA" w:rsidP="00BB6011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146B81F3" w14:textId="77777777" w:rsidR="003E65BA" w:rsidRPr="002569CC" w:rsidRDefault="003E65BA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7B64F1FC" w14:textId="77777777" w:rsidR="003E65BA" w:rsidRPr="002569CC" w:rsidRDefault="003E65BA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6AA43EEA" w14:textId="77777777" w:rsidR="003E65BA" w:rsidRPr="002569CC" w:rsidRDefault="003E65BA" w:rsidP="00BB6011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3A0E8647" w14:textId="77777777" w:rsidR="003E65BA" w:rsidRPr="00BD2596" w:rsidRDefault="003E65BA" w:rsidP="00BB6011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3E65BA" w:rsidRPr="00672D20" w14:paraId="5A908F13" w14:textId="77777777" w:rsidTr="00BB6011">
        <w:tc>
          <w:tcPr>
            <w:tcW w:w="1441" w:type="dxa"/>
          </w:tcPr>
          <w:p w14:paraId="360CA8FC" w14:textId="77777777" w:rsidR="003E65BA" w:rsidRPr="00493562" w:rsidRDefault="003E65BA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1EBB91D5" w14:textId="77777777" w:rsidR="003E65BA" w:rsidRPr="00493562" w:rsidRDefault="003E65BA" w:rsidP="00BB601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  <w:r w:rsidRPr="0049356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1CD65A65" w14:textId="77777777" w:rsidR="003E65BA" w:rsidRPr="00493562" w:rsidRDefault="003E65BA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66568924" w14:textId="77777777" w:rsidR="003E65BA" w:rsidRPr="00493562" w:rsidRDefault="003E65BA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20D8099D" w14:textId="77777777" w:rsidR="003E65BA" w:rsidRPr="00493562" w:rsidRDefault="003E65BA" w:rsidP="00BB6011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1AF59637" w14:textId="77777777" w:rsidR="003E65BA" w:rsidRPr="00BD2596" w:rsidRDefault="003E65BA" w:rsidP="00BB6011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3E65BA" w:rsidRPr="00F86A6E" w14:paraId="142651ED" w14:textId="77777777" w:rsidTr="00BB6011">
        <w:tc>
          <w:tcPr>
            <w:tcW w:w="1441" w:type="dxa"/>
          </w:tcPr>
          <w:p w14:paraId="76CDB699" w14:textId="77777777" w:rsidR="003E65BA" w:rsidRPr="00F86A6E" w:rsidRDefault="003E65BA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CE2FE99" w14:textId="77777777" w:rsidR="003E65BA" w:rsidRPr="00F86A6E" w:rsidRDefault="003E65BA" w:rsidP="00BB6011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3B4E0687" w14:textId="77777777" w:rsidR="003E65BA" w:rsidRPr="00F86A6E" w:rsidRDefault="003E65BA" w:rsidP="00BB6011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3B5D45CE" w14:textId="77777777" w:rsidR="003E65BA" w:rsidRPr="00F86A6E" w:rsidRDefault="003E65BA" w:rsidP="00BB6011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44BC4BC" w14:textId="77777777" w:rsidR="003E65BA" w:rsidRPr="00F86A6E" w:rsidRDefault="003E65BA" w:rsidP="00BB6011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69C70C0E" w14:textId="77777777" w:rsidR="003E65BA" w:rsidRPr="00F86A6E" w:rsidRDefault="003E65BA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1D21A699" w14:textId="77777777" w:rsidR="003E65BA" w:rsidRDefault="003E65BA" w:rsidP="003E65BA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5502E01A" w14:textId="77777777" w:rsidR="003E65BA" w:rsidRDefault="003E65BA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417A7BF9" w14:textId="77777777" w:rsidR="00EE09E5" w:rsidRPr="003E65BA" w:rsidRDefault="00717038" w:rsidP="003E65BA">
      <w:pPr>
        <w:pStyle w:val="Heading1"/>
        <w:numPr>
          <w:ilvl w:val="0"/>
          <w:numId w:val="29"/>
        </w:numPr>
        <w:rPr>
          <w:rFonts w:ascii="Arial" w:hAnsi="Arial" w:cs="Arial"/>
          <w:b/>
          <w:bCs/>
        </w:rPr>
      </w:pPr>
      <w:r w:rsidRPr="003E65BA">
        <w:rPr>
          <w:rFonts w:ascii="Arial" w:hAnsi="Arial" w:cs="Arial"/>
          <w:b/>
          <w:bCs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3E0055" w:rsidRPr="00A75548" w14:paraId="1827A16D" w14:textId="77777777" w:rsidTr="00814DE9">
        <w:trPr>
          <w:trHeight w:hRule="exact" w:val="3402"/>
        </w:trPr>
        <w:tc>
          <w:tcPr>
            <w:tcW w:w="3341" w:type="dxa"/>
            <w:vAlign w:val="bottom"/>
          </w:tcPr>
          <w:p w14:paraId="12F2E7D6" w14:textId="77777777" w:rsidR="003E0055" w:rsidRDefault="003E0055" w:rsidP="00814DE9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9D3F7BC" wp14:editId="1E9E5C75">
                  <wp:extent cx="1006475" cy="2160270"/>
                  <wp:effectExtent l="0" t="0" r="317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4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BB4B132" w14:textId="77777777" w:rsidR="003E0055" w:rsidRDefault="003E0055" w:rsidP="00814DE9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35DCC26" wp14:editId="0BCF2F7E">
                  <wp:extent cx="1550035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00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DFE8456" w14:textId="77777777" w:rsidR="003E0055" w:rsidRDefault="003E0055" w:rsidP="00814DE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17F0C7C" wp14:editId="2DA95C71">
                  <wp:extent cx="1831340" cy="216027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13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3687F54" w14:textId="77777777" w:rsidR="003E0055" w:rsidRDefault="003E005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1AE9A437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104D9EA3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0CCB7FBA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8F7A03">
        <w:rPr>
          <w:rFonts w:ascii="Arial" w:hAnsi="Arial" w:cs="Arial"/>
          <w:lang w:val="fr-BE"/>
        </w:rPr>
        <w:t>9</w:t>
      </w:r>
      <w:r w:rsidR="00AD7475">
        <w:rPr>
          <w:rFonts w:ascii="Arial" w:hAnsi="Arial" w:cs="Arial"/>
          <w:lang w:val="fr-BE"/>
        </w:rPr>
        <w:t>8</w:t>
      </w:r>
      <w:r>
        <w:rPr>
          <w:rFonts w:ascii="Arial" w:hAnsi="Arial" w:cs="Arial"/>
          <w:lang w:val="fr-BE"/>
        </w:rPr>
        <w:t xml:space="preserve"> cm (hauteur)</w:t>
      </w:r>
    </w:p>
    <w:p w14:paraId="75EFB1FF" w14:textId="77777777" w:rsidR="00AC553E" w:rsidRPr="00A26729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</w:t>
      </w:r>
      <w:r w:rsidR="00AD7475">
        <w:rPr>
          <w:rFonts w:ascii="Arial" w:hAnsi="Arial" w:cs="Arial"/>
          <w:lang w:val="fr-BE"/>
        </w:rPr>
        <w:t>4</w:t>
      </w:r>
      <w:r>
        <w:rPr>
          <w:rFonts w:ascii="Arial" w:hAnsi="Arial" w:cs="Arial"/>
          <w:lang w:val="fr-BE"/>
        </w:rPr>
        <w:t xml:space="preserve"> cm (épaisseur)</w:t>
      </w:r>
    </w:p>
    <w:sectPr w:rsidR="00AC553E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6C73B" w14:textId="77777777" w:rsidR="00C73918" w:rsidRDefault="00C73918">
      <w:r>
        <w:separator/>
      </w:r>
    </w:p>
  </w:endnote>
  <w:endnote w:type="continuationSeparator" w:id="0">
    <w:p w14:paraId="4F158847" w14:textId="77777777" w:rsidR="00C73918" w:rsidRDefault="00C73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144E27F0" w14:textId="77777777">
      <w:tc>
        <w:tcPr>
          <w:tcW w:w="3392" w:type="dxa"/>
        </w:tcPr>
        <w:p w14:paraId="0F6836DE" w14:textId="65E1C755" w:rsidR="007C7FFA" w:rsidRDefault="00552888" w:rsidP="00C742E4">
          <w:pPr>
            <w:pStyle w:val="Footer"/>
          </w:pPr>
          <w:r>
            <w:t>Version 0</w:t>
          </w:r>
          <w:r w:rsidR="002C3970">
            <w:t>2</w:t>
          </w:r>
          <w:r>
            <w:t>.00</w:t>
          </w:r>
        </w:p>
      </w:tc>
      <w:tc>
        <w:tcPr>
          <w:tcW w:w="3392" w:type="dxa"/>
        </w:tcPr>
        <w:p w14:paraId="2C0D936E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1FDD9FF4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34377A">
            <w:fldChar w:fldCharType="begin"/>
          </w:r>
          <w:r w:rsidR="0034377A">
            <w:instrText xml:space="preserve"> NUMPAGES  \* Arabic  \* MERGEFORMAT </w:instrText>
          </w:r>
          <w:r w:rsidR="0034377A">
            <w:fldChar w:fldCharType="separate"/>
          </w:r>
          <w:r w:rsidR="00AA3555">
            <w:rPr>
              <w:noProof/>
            </w:rPr>
            <w:t>2</w:t>
          </w:r>
          <w:r w:rsidR="0034377A">
            <w:rPr>
              <w:noProof/>
            </w:rPr>
            <w:fldChar w:fldCharType="end"/>
          </w:r>
        </w:p>
      </w:tc>
    </w:tr>
  </w:tbl>
  <w:p w14:paraId="155EE2EE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4F6D1" w14:textId="77777777" w:rsidR="00C73918" w:rsidRDefault="00C73918">
      <w:r>
        <w:separator/>
      </w:r>
    </w:p>
  </w:footnote>
  <w:footnote w:type="continuationSeparator" w:id="0">
    <w:p w14:paraId="29124A1D" w14:textId="77777777" w:rsidR="00C73918" w:rsidRDefault="00C739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95491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4412848C" wp14:editId="1573CF25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8E312B" w14:textId="4D1D6ECC" w:rsidR="007C7FFA" w:rsidRPr="00F86A6E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 w:rsidR="0065743B" w:rsidRPr="006E5FD1">
      <w:rPr>
        <w:rFonts w:ascii="Arial" w:hAnsi="Arial"/>
        <w:b/>
        <w:lang w:val="fr-FR"/>
      </w:rPr>
      <w:t>111.0</w:t>
    </w:r>
    <w:r w:rsidR="00AA5843">
      <w:rPr>
        <w:rFonts w:ascii="Arial" w:hAnsi="Arial"/>
        <w:b/>
        <w:lang w:val="fr-FR"/>
      </w:rPr>
      <w:t>3</w:t>
    </w:r>
    <w:r w:rsidR="00AB1D84">
      <w:rPr>
        <w:rFonts w:ascii="Arial" w:hAnsi="Arial"/>
        <w:b/>
        <w:lang w:val="fr-FR"/>
      </w:rPr>
      <w:t>0</w:t>
    </w:r>
    <w:r w:rsidR="0065743B" w:rsidRPr="006E5FD1">
      <w:rPr>
        <w:rFonts w:ascii="Arial" w:hAnsi="Arial"/>
        <w:b/>
        <w:lang w:val="fr-FR"/>
      </w:rPr>
      <w:t>.00.</w:t>
    </w:r>
    <w:r w:rsidR="0068253B">
      <w:rPr>
        <w:rFonts w:ascii="Arial" w:hAnsi="Arial"/>
        <w:b/>
        <w:lang w:val="fr-FR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5B2949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097550871">
    <w:abstractNumId w:val="16"/>
  </w:num>
  <w:num w:numId="2" w16cid:durableId="1129204734">
    <w:abstractNumId w:val="22"/>
  </w:num>
  <w:num w:numId="3" w16cid:durableId="507253936">
    <w:abstractNumId w:val="4"/>
  </w:num>
  <w:num w:numId="4" w16cid:durableId="949823708">
    <w:abstractNumId w:val="3"/>
  </w:num>
  <w:num w:numId="5" w16cid:durableId="251595643">
    <w:abstractNumId w:val="13"/>
  </w:num>
  <w:num w:numId="6" w16cid:durableId="2120175971">
    <w:abstractNumId w:val="15"/>
  </w:num>
  <w:num w:numId="7" w16cid:durableId="2082826276">
    <w:abstractNumId w:val="6"/>
  </w:num>
  <w:num w:numId="8" w16cid:durableId="211885613">
    <w:abstractNumId w:val="19"/>
  </w:num>
  <w:num w:numId="9" w16cid:durableId="1154029739">
    <w:abstractNumId w:val="25"/>
  </w:num>
  <w:num w:numId="10" w16cid:durableId="2114471513">
    <w:abstractNumId w:val="2"/>
  </w:num>
  <w:num w:numId="11" w16cid:durableId="1755279889">
    <w:abstractNumId w:val="12"/>
  </w:num>
  <w:num w:numId="12" w16cid:durableId="764497171">
    <w:abstractNumId w:val="11"/>
  </w:num>
  <w:num w:numId="13" w16cid:durableId="1522009526">
    <w:abstractNumId w:val="24"/>
  </w:num>
  <w:num w:numId="14" w16cid:durableId="660238305">
    <w:abstractNumId w:val="7"/>
  </w:num>
  <w:num w:numId="15" w16cid:durableId="430472720">
    <w:abstractNumId w:val="0"/>
  </w:num>
  <w:num w:numId="16" w16cid:durableId="1925992239">
    <w:abstractNumId w:val="10"/>
  </w:num>
  <w:num w:numId="17" w16cid:durableId="1776290678">
    <w:abstractNumId w:val="5"/>
  </w:num>
  <w:num w:numId="18" w16cid:durableId="1286160117">
    <w:abstractNumId w:val="20"/>
  </w:num>
  <w:num w:numId="19" w16cid:durableId="1902402864">
    <w:abstractNumId w:val="21"/>
  </w:num>
  <w:num w:numId="20" w16cid:durableId="685012632">
    <w:abstractNumId w:val="18"/>
  </w:num>
  <w:num w:numId="21" w16cid:durableId="1420827022">
    <w:abstractNumId w:val="17"/>
  </w:num>
  <w:num w:numId="22" w16cid:durableId="480081278">
    <w:abstractNumId w:val="14"/>
  </w:num>
  <w:num w:numId="23" w16cid:durableId="334457265">
    <w:abstractNumId w:val="23"/>
  </w:num>
  <w:num w:numId="24" w16cid:durableId="779303891">
    <w:abstractNumId w:val="8"/>
  </w:num>
  <w:num w:numId="25" w16cid:durableId="593169233">
    <w:abstractNumId w:val="9"/>
  </w:num>
  <w:num w:numId="26" w16cid:durableId="58210472">
    <w:abstractNumId w:val="1"/>
  </w:num>
  <w:num w:numId="27" w16cid:durableId="89861487">
    <w:abstractNumId w:val="21"/>
  </w:num>
  <w:num w:numId="28" w16cid:durableId="98018510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12680174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C3970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4377A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8E8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E65BA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E21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D84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3918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98D"/>
    <w:rsid w:val="00F66A37"/>
    <w:rsid w:val="00F7106E"/>
    <w:rsid w:val="00F767A7"/>
    <w:rsid w:val="00F77685"/>
    <w:rsid w:val="00F77BF7"/>
    <w:rsid w:val="00F821DD"/>
    <w:rsid w:val="00F84B09"/>
    <w:rsid w:val="00F86A6E"/>
    <w:rsid w:val="00F87705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1DE2F7FE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8BACDE-63F5-4581-85BE-803C8BF45470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2313ea8-4521-49e8-b6bb-ca19bded6e88"/>
    <ds:schemaRef ds:uri="http://purl.org/dc/terms/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D3B301A-5433-4E17-9C89-9DB6CA76F6F5}"/>
</file>

<file path=customXml/itemProps3.xml><?xml version="1.0" encoding="utf-8"?>
<ds:datastoreItem xmlns:ds="http://schemas.openxmlformats.org/officeDocument/2006/customXml" ds:itemID="{02BE313E-71EA-424D-91E7-44E124940A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4</Pages>
  <Words>1147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6909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2012-01-13T10:23:00Z</cp:lastPrinted>
  <dcterms:created xsi:type="dcterms:W3CDTF">2023-12-20T11:11:00Z</dcterms:created>
  <dcterms:modified xsi:type="dcterms:W3CDTF">2023-12-20T12:04:00Z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54100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